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4DA55AA7" w:rsidR="00A27829" w:rsidRPr="00BF78E6" w:rsidRDefault="00BF78E6" w:rsidP="00A27829">
      <w:pPr>
        <w:pStyle w:val="Head"/>
      </w:pPr>
      <w:r w:rsidRPr="00233581">
        <w:t xml:space="preserve">HD 14i TT - </w:t>
      </w:r>
      <w:r>
        <w:t>K</w:t>
      </w:r>
      <w:r w:rsidRPr="00233581">
        <w:t xml:space="preserve">ompakte Gummiradwalze für den Straßen- und </w:t>
      </w:r>
      <w:proofErr w:type="spellStart"/>
      <w:r w:rsidRPr="00233581">
        <w:t>GaLa</w:t>
      </w:r>
      <w:proofErr w:type="spellEnd"/>
      <w:r w:rsidRPr="00233581">
        <w:t>-Bau</w:t>
      </w:r>
      <w:r w:rsidR="00BD25D1" w:rsidRPr="00BF78E6">
        <w:t xml:space="preserve"> </w:t>
      </w:r>
    </w:p>
    <w:p w14:paraId="26F0996C" w14:textId="44DD4C7D" w:rsidR="00A46F1E" w:rsidRPr="00BF78E6" w:rsidRDefault="00347A28" w:rsidP="00881E44">
      <w:pPr>
        <w:pStyle w:val="Subhead"/>
      </w:pPr>
      <w:r>
        <w:t>Hamm präsentiert vielseitige Kompaktmaschine auf der</w:t>
      </w:r>
      <w:r w:rsidR="00BF78E6" w:rsidRPr="00BF78E6">
        <w:t xml:space="preserve"> World </w:t>
      </w:r>
      <w:proofErr w:type="spellStart"/>
      <w:r w:rsidR="00BF78E6" w:rsidRPr="00BF78E6">
        <w:t>of</w:t>
      </w:r>
      <w:proofErr w:type="spellEnd"/>
      <w:r w:rsidR="00BF78E6" w:rsidRPr="00BF78E6">
        <w:t xml:space="preserve"> Asphalt 2022</w:t>
      </w:r>
    </w:p>
    <w:p w14:paraId="193790FB" w14:textId="2A8CCA12" w:rsidR="00A46F1E" w:rsidRPr="00BF78E6" w:rsidRDefault="00BF78E6" w:rsidP="00881E44">
      <w:pPr>
        <w:pStyle w:val="Teaser"/>
      </w:pPr>
      <w:r w:rsidRPr="00BF78E6">
        <w:t xml:space="preserve">Die agilen und wendigen Walzen der HD </w:t>
      </w:r>
      <w:proofErr w:type="spellStart"/>
      <w:r w:rsidRPr="00BF78E6">
        <w:t>CompactLine</w:t>
      </w:r>
      <w:proofErr w:type="spellEnd"/>
      <w:r w:rsidRPr="00BF78E6">
        <w:t xml:space="preserve"> sind bedienerfreundliche Allrounder für den Straßen- und </w:t>
      </w:r>
      <w:proofErr w:type="spellStart"/>
      <w:r w:rsidRPr="00BF78E6">
        <w:t>GaLa</w:t>
      </w:r>
      <w:proofErr w:type="spellEnd"/>
      <w:r w:rsidRPr="00BF78E6">
        <w:t xml:space="preserve">-Bau. Hamm deckt damit den Bereich von 3,506 bis 10,551 </w:t>
      </w:r>
      <w:proofErr w:type="spellStart"/>
      <w:r w:rsidRPr="00BF78E6">
        <w:t>lbs</w:t>
      </w:r>
      <w:proofErr w:type="spellEnd"/>
      <w:r w:rsidR="00E878BB">
        <w:t xml:space="preserve"> (1,5 bis 4,5 t)</w:t>
      </w:r>
      <w:r w:rsidRPr="00BF78E6">
        <w:t xml:space="preserve"> ab. Neben Tandem- und Kombiwalzen gehört seit jeher auch eine kompakte Gummiradwalze zum Portfolio. Diese wurde einem Facelift unterzogen und ist seit 2021 auch in Nordamerika unter der Bezeichnung HD 14i TT erhältlich. Das "i" im Namen verrät: Sie erfüllt die Anforderungen der Abgasnorm EU Stage V / EPA Tier 4. Auf der World </w:t>
      </w:r>
      <w:proofErr w:type="spellStart"/>
      <w:r w:rsidRPr="00BF78E6">
        <w:t>of</w:t>
      </w:r>
      <w:proofErr w:type="spellEnd"/>
      <w:r w:rsidRPr="00BF78E6">
        <w:t xml:space="preserve"> Asphalt 2022 zeigt Hamm eine HD 14i TT, die trotz ihrer Kompaktheit mit vielen Highlights überzeugt. </w:t>
      </w:r>
      <w:r w:rsidR="00A46F1E" w:rsidRPr="00BF78E6">
        <w:t xml:space="preserve"> </w:t>
      </w:r>
    </w:p>
    <w:p w14:paraId="03C1B33F" w14:textId="464302C2" w:rsidR="00A46F1E" w:rsidRPr="00BF78E6" w:rsidRDefault="00BF78E6" w:rsidP="002611FE">
      <w:pPr>
        <w:pStyle w:val="Absatzberschrift"/>
      </w:pPr>
      <w:r w:rsidRPr="00BF78E6">
        <w:t>Starke Kompaktwalzen</w:t>
      </w:r>
    </w:p>
    <w:p w14:paraId="5941A861" w14:textId="01F63EE1" w:rsidR="000B582B" w:rsidRPr="00BF78E6" w:rsidRDefault="00BF78E6" w:rsidP="00282AFC">
      <w:pPr>
        <w:pStyle w:val="Standardabsatz"/>
      </w:pPr>
      <w:r w:rsidRPr="00BF78E6">
        <w:t xml:space="preserve">Die HD </w:t>
      </w:r>
      <w:proofErr w:type="spellStart"/>
      <w:r w:rsidRPr="00BF78E6">
        <w:t>CompactLine</w:t>
      </w:r>
      <w:proofErr w:type="spellEnd"/>
      <w:r w:rsidRPr="00BF78E6">
        <w:t xml:space="preserve"> von Hamm ist weltweit die umfassendste Baureihe im Kompakt-Segment. Alleine für den nordamerikanischen Markt stehen derzeit 22 kompakte Tandemwalzen zur Verfügung, darunter auch die Gummiradwalze HD 14i TT. Komplettiert wird die Serie mit länder- und marktspezifischen Maschinen, zum Beispiel in China. Alle Modelle dieser Serie sind extrem kompakt gebaut. Dadurch sind sie ideal auf kleinen oder engen Baustellen einsetzbar. Perfekte Sichtverhältnisse durch einen taillierten Vorderwagen, eine geringe Maschinenhöhe sowie gute Transport- und Fahreigenschaften zählen zu ihren wichtigsten Merkmalen. Insbesondere das 3-Punkt-Pendelknickgelenk ermöglicht eine einzigartige Fahrstabilität und guten Geradeauslauf. Die </w:t>
      </w:r>
      <w:proofErr w:type="spellStart"/>
      <w:r w:rsidRPr="00BF78E6">
        <w:t>Bandagenbreite</w:t>
      </w:r>
      <w:proofErr w:type="spellEnd"/>
      <w:r w:rsidRPr="00BF78E6">
        <w:t xml:space="preserve"> dieser knickgelenkten Walzen reicht von 31.5 in bis 54.3 in</w:t>
      </w:r>
      <w:r w:rsidR="00E878BB">
        <w:t xml:space="preserve"> (800 bis 1.380 mm)</w:t>
      </w:r>
      <w:r w:rsidRPr="00BF78E6">
        <w:t>. Für alle Märkte gibt es zudem Modelle mit Oszillation. Die agilen Verdichtungsgeräte sind somit bedienerfreundliche Allrounder für die Verdichtung von Verkehrsflächen im Straßenbau ebenso wie von Böden und Wegen im Landschaftsbau.</w:t>
      </w:r>
      <w:r w:rsidR="00BD25D1" w:rsidRPr="00BF78E6">
        <w:t xml:space="preserve"> </w:t>
      </w:r>
    </w:p>
    <w:p w14:paraId="69F49D88" w14:textId="751EA175" w:rsidR="00BD25D1" w:rsidRPr="00BF78E6" w:rsidRDefault="00BF78E6" w:rsidP="00754B80">
      <w:pPr>
        <w:pStyle w:val="Absatzberschrift"/>
      </w:pPr>
      <w:r w:rsidRPr="00BF78E6">
        <w:t>HD 14i TT: Facelift und neuer Motor</w:t>
      </w:r>
    </w:p>
    <w:p w14:paraId="684C6270" w14:textId="6BC6447C" w:rsidR="00BD25D1" w:rsidRPr="00BF78E6" w:rsidRDefault="00BF78E6" w:rsidP="00BD25D1">
      <w:pPr>
        <w:pStyle w:val="Standardabsatz"/>
      </w:pPr>
      <w:r w:rsidRPr="00BF78E6">
        <w:t xml:space="preserve">Hamm bietet die überarbeitete Gummiradwalze der HD </w:t>
      </w:r>
      <w:proofErr w:type="spellStart"/>
      <w:r w:rsidRPr="00BF78E6">
        <w:t>CompactLine</w:t>
      </w:r>
      <w:proofErr w:type="spellEnd"/>
      <w:r w:rsidRPr="00BF78E6">
        <w:t xml:space="preserve"> unter der Bezeichnung HD 14i TT an. Mit einem Einsatzgewicht von 7,817 </w:t>
      </w:r>
      <w:proofErr w:type="spellStart"/>
      <w:r w:rsidRPr="00BF78E6">
        <w:t>lbs</w:t>
      </w:r>
      <w:proofErr w:type="spellEnd"/>
      <w:r w:rsidR="00E878BB">
        <w:t xml:space="preserve"> </w:t>
      </w:r>
      <w:r w:rsidR="00E878BB" w:rsidRPr="00E878BB">
        <w:t>(3.545 kg)</w:t>
      </w:r>
      <w:r w:rsidRPr="00BF78E6">
        <w:t xml:space="preserve"> und einer Arbeitsbreite von 50.2 in</w:t>
      </w:r>
      <w:r w:rsidR="00E878BB">
        <w:t xml:space="preserve"> </w:t>
      </w:r>
      <w:r w:rsidR="00E878BB" w:rsidRPr="00E878BB">
        <w:t>(1.276 mm)</w:t>
      </w:r>
      <w:r w:rsidRPr="00BF78E6">
        <w:t xml:space="preserve"> eignet sie sich für Reparaturarbeiten sowie die Verdichtung von kleinen Wegen und Flächen. Sie spielt ihre Vorteile überall dort aus, wo Asphalt ohne Vibration sanft verdichtet oder angedrückt werden muss. Wegen der kompakten Abmessungen ist auch eine Verdichtung in sehr engen Bereichen problemlos möglich. Hinzu kommt eine große Seitenfreiheit, sodass die HD 14i TT entlang von Bordsteinen und kleinen Mauern bis zum Rand verdichten kann. Überzeugend ist auch ihr sparsamer, leiser Antrieb. Der Kubota-Motor mit DOC-DPF und einer Leistung von 37,4 kW erfüllt die Anforderungen gemäß EPA Tier 4 für Nordamerika und alle anderen Länder mit vergleichbarer Abgasgesetzgebung (EU Stage V).</w:t>
      </w:r>
      <w:r w:rsidR="00BD25D1" w:rsidRPr="00BF78E6">
        <w:t xml:space="preserve"> </w:t>
      </w:r>
    </w:p>
    <w:p w14:paraId="55696270" w14:textId="23AE1D63" w:rsidR="00BD25D1" w:rsidRPr="00BF78E6" w:rsidRDefault="00BF78E6" w:rsidP="00754B80">
      <w:pPr>
        <w:pStyle w:val="Absatzberschrift"/>
      </w:pPr>
      <w:r w:rsidRPr="00BF78E6">
        <w:t>Optimale Sichtverhältnisse</w:t>
      </w:r>
    </w:p>
    <w:p w14:paraId="49494B03" w14:textId="340CAFA1" w:rsidR="00BD25D1" w:rsidRPr="00BF78E6" w:rsidRDefault="00BF78E6" w:rsidP="00282AFC">
      <w:pPr>
        <w:pStyle w:val="Standardabsatz"/>
      </w:pPr>
      <w:r w:rsidRPr="00BF78E6">
        <w:t xml:space="preserve">Schon immer sorgt das Design der HD </w:t>
      </w:r>
      <w:proofErr w:type="spellStart"/>
      <w:r w:rsidRPr="00BF78E6">
        <w:t>CompactLine</w:t>
      </w:r>
      <w:proofErr w:type="spellEnd"/>
      <w:r w:rsidRPr="00BF78E6">
        <w:t xml:space="preserve"> mit der Wespentaille für ausgezeichnete Sichtverhältnisse. Mit dem Facelift hat Hamm die Sichtverhältnisse </w:t>
      </w:r>
      <w:r w:rsidRPr="00BF78E6">
        <w:lastRenderedPageBreak/>
        <w:t>noch einmal verbessert. Die Walze bietet damit noch mehr Sicherheit auf der Baustelle sowie einen besseren Blick auf die zu verdichtende Fläche.</w:t>
      </w:r>
      <w:r w:rsidR="00BD25D1" w:rsidRPr="00BF78E6">
        <w:t xml:space="preserve"> </w:t>
      </w:r>
    </w:p>
    <w:p w14:paraId="6F696BAE" w14:textId="5CD5EEAD" w:rsidR="006D6CC6" w:rsidRPr="00BF78E6" w:rsidRDefault="00BF78E6" w:rsidP="006D6CC6">
      <w:pPr>
        <w:pStyle w:val="Absatzberschrift"/>
      </w:pPr>
      <w:r w:rsidRPr="00BF78E6">
        <w:t>Gute Basisausstattung und viele Optionen</w:t>
      </w:r>
    </w:p>
    <w:p w14:paraId="3E5E0309" w14:textId="77777777" w:rsidR="00BF78E6" w:rsidRPr="00BF78E6" w:rsidRDefault="00BF78E6" w:rsidP="00BF78E6">
      <w:pPr>
        <w:pStyle w:val="Standardabsatz"/>
      </w:pPr>
      <w:r w:rsidRPr="00BF78E6">
        <w:t xml:space="preserve">Zur Serienausstattung der HD 14i TT gehören Komfortmerkmale wie der schwingungsentkoppelte Fahrerstand und die 12 V-Steckdose. Aber auch die </w:t>
      </w:r>
      <w:proofErr w:type="spellStart"/>
      <w:r w:rsidRPr="00BF78E6">
        <w:t>vandalismussichere</w:t>
      </w:r>
      <w:proofErr w:type="spellEnd"/>
      <w:r w:rsidRPr="00BF78E6">
        <w:t xml:space="preserve"> Abdeckung des Armaturenbretts, der elektronische Batterietrennschalter oder die Druckwasserberieselung sind Teil des Basispakets. Dazu kommt eine große Auswahl an Optionen, darunter auch ein Fahrersitz mit Sitzheizung, die ROPS-Kabine und die Motor-Stopp-Automatik für sparsamen und umweltfreundlichen Betrieb.</w:t>
      </w:r>
      <w:r w:rsidR="006D6CC6" w:rsidRPr="00BF78E6">
        <w:t xml:space="preserve"> </w:t>
      </w:r>
    </w:p>
    <w:p w14:paraId="37A73548" w14:textId="7B0E991D" w:rsidR="00BF78E6" w:rsidRPr="00BF78E6" w:rsidRDefault="00BF78E6" w:rsidP="00BF78E6">
      <w:pPr>
        <w:pStyle w:val="Absatzberschrift"/>
      </w:pPr>
      <w:r w:rsidRPr="00BF78E6">
        <w:t>Einfachste Bedienung</w:t>
      </w:r>
    </w:p>
    <w:p w14:paraId="0818EDDD" w14:textId="19B2182B" w:rsidR="00BF78E6" w:rsidRPr="00BF78E6" w:rsidRDefault="00BF78E6" w:rsidP="00BF78E6">
      <w:pPr>
        <w:pStyle w:val="Standardabsatz"/>
      </w:pPr>
      <w:r w:rsidRPr="00BF78E6">
        <w:t xml:space="preserve">Als Teil der HD </w:t>
      </w:r>
      <w:proofErr w:type="spellStart"/>
      <w:r w:rsidRPr="00BF78E6">
        <w:t>CompactLine</w:t>
      </w:r>
      <w:proofErr w:type="spellEnd"/>
      <w:r w:rsidRPr="00BF78E6">
        <w:t xml:space="preserve"> lässt sich die Gummiradwalze HD 14i TT extrem einfach und ohne Einarbeitungszeit sofort sicher bedienen. Ein einfacher Zugriff, wenige Bedienelemente und eindeutige, sprachneutrale, logisch angeordnete Symbole vermeiden Fehlbedienungen. </w:t>
      </w:r>
    </w:p>
    <w:p w14:paraId="3F69E478" w14:textId="03A2757E" w:rsidR="00BF78E6" w:rsidRPr="00BF78E6" w:rsidRDefault="00860D46" w:rsidP="00BF78E6">
      <w:pPr>
        <w:pStyle w:val="Absatzberschrift"/>
      </w:pPr>
      <w:r>
        <w:t xml:space="preserve">Hamm </w:t>
      </w:r>
      <w:r w:rsidR="00BF78E6" w:rsidRPr="00BF78E6">
        <w:t>Gummiradwalzen auch für große Jobs</w:t>
      </w:r>
    </w:p>
    <w:p w14:paraId="4DE781AF" w14:textId="3E1A0A24" w:rsidR="006D6CC6" w:rsidRPr="00BF78E6" w:rsidRDefault="00BF78E6" w:rsidP="00BF78E6">
      <w:pPr>
        <w:pStyle w:val="Standardabsatz"/>
      </w:pPr>
      <w:r>
        <w:t xml:space="preserve">Hamm hat neben der HD 14i TT weitere Gummiradwalzen im Programm: die HP 180i (Einsatzgewicht 18,224 – 37,882 </w:t>
      </w:r>
      <w:proofErr w:type="spellStart"/>
      <w:r>
        <w:t>lbs</w:t>
      </w:r>
      <w:proofErr w:type="spellEnd"/>
      <w:r w:rsidR="00E878BB">
        <w:t xml:space="preserve"> </w:t>
      </w:r>
      <w:r w:rsidR="00E878BB" w:rsidRPr="00E878BB">
        <w:t>bzw. 8.265 - 17.180 kg</w:t>
      </w:r>
      <w:r>
        <w:t xml:space="preserve">) sowie die HP 280i (Einsatzgewicht 20,551 – 59,469 </w:t>
      </w:r>
      <w:proofErr w:type="spellStart"/>
      <w:r>
        <w:t>lbs</w:t>
      </w:r>
      <w:proofErr w:type="spellEnd"/>
      <w:r w:rsidR="00E878BB">
        <w:t xml:space="preserve"> </w:t>
      </w:r>
      <w:r w:rsidR="00E878BB" w:rsidRPr="00E878BB">
        <w:t>bzw. 9.320 - 26.970 kg</w:t>
      </w:r>
      <w:r>
        <w:t>). Beide sind mit einer Arbeitsbreite von 82 in</w:t>
      </w:r>
      <w:r w:rsidR="0079534F">
        <w:t xml:space="preserve"> (2.084 mm)</w:t>
      </w:r>
      <w:r>
        <w:t xml:space="preserve"> für größere Projekte geeignet. Die Palette möglicher Einsätze reicht von der Bodenstabilisierung und dem Kaltrecycling über den </w:t>
      </w:r>
      <w:proofErr w:type="spellStart"/>
      <w:r>
        <w:t>GaLa</w:t>
      </w:r>
      <w:proofErr w:type="spellEnd"/>
      <w:r>
        <w:t xml:space="preserve">-Bau bis hin zur Endverdichtung und der Oberflächenversiegelung im Asphaltbau. Auch sie erfüllen die Abgasrichtlinien gemäß EU Stufe V / EPA Tier 4. Zu den technischen Highlights der "großen Schwestern" gehört das intelligente </w:t>
      </w:r>
      <w:proofErr w:type="spellStart"/>
      <w:r>
        <w:t>Ballastierungskonzept</w:t>
      </w:r>
      <w:proofErr w:type="spellEnd"/>
      <w:r>
        <w:t xml:space="preserve"> für beste Verdichtungsergebnisse. Weiterhin sorgen Merkmale wie die höchst vielseitige Wasserberieselungsanlage mit innovativer Additivzugabe und der moderne Fahrantrieb für hohe Qualität und Produktivität. Beide Modelle stehen seit der CONEXPO-CON/AGG 2020 für den nordamerikanischen Markt zur Verfügung.</w:t>
      </w:r>
    </w:p>
    <w:p w14:paraId="31412CCB" w14:textId="10995DDC" w:rsidR="00E15EBE" w:rsidRPr="00BF78E6" w:rsidRDefault="00E15EBE" w:rsidP="00E15EBE">
      <w:pPr>
        <w:pStyle w:val="Fotos"/>
      </w:pPr>
      <w:r w:rsidRPr="00BF78E6">
        <w:t>Fotos:</w:t>
      </w:r>
    </w:p>
    <w:p w14:paraId="20879CE4" w14:textId="235621BD" w:rsidR="002611FE" w:rsidRPr="00FB13D3" w:rsidRDefault="00A46F1E" w:rsidP="002611FE">
      <w:pPr>
        <w:pStyle w:val="BUbold"/>
      </w:pPr>
      <w:r w:rsidRPr="00D23E57">
        <w:rPr>
          <w:noProof/>
          <w:lang w:eastAsia="de-DE"/>
        </w:rPr>
        <w:drawing>
          <wp:inline distT="0" distB="0" distL="0" distR="0" wp14:anchorId="1B66E54E" wp14:editId="28206573">
            <wp:extent cx="1958968" cy="1127183"/>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58968" cy="1127183"/>
                    </a:xfrm>
                    <a:prstGeom prst="rect">
                      <a:avLst/>
                    </a:prstGeom>
                    <a:noFill/>
                    <a:ln>
                      <a:noFill/>
                    </a:ln>
                  </pic:spPr>
                </pic:pic>
              </a:graphicData>
            </a:graphic>
          </wp:inline>
        </w:drawing>
      </w:r>
      <w:r w:rsidR="002611FE" w:rsidRPr="00FB13D3">
        <w:br/>
      </w:r>
      <w:r w:rsidR="00BF78E6" w:rsidRPr="00FB13D3">
        <w:t>HAMM_HD 14i TT_01</w:t>
      </w:r>
    </w:p>
    <w:p w14:paraId="1F8A7162" w14:textId="16D67386" w:rsidR="006C0C87" w:rsidRPr="00BF78E6" w:rsidRDefault="00BF78E6" w:rsidP="00C84D75">
      <w:pPr>
        <w:pStyle w:val="BUnormal"/>
      </w:pPr>
      <w:r w:rsidRPr="00BF78E6">
        <w:t>Die kompakte Gummiradw</w:t>
      </w:r>
      <w:bookmarkStart w:id="0" w:name="_GoBack"/>
      <w:bookmarkEnd w:id="0"/>
      <w:r w:rsidRPr="00BF78E6">
        <w:t>alze HD 14i TT von Hamm überzeugt mit einer Arbeitsbreite von 50.2 in</w:t>
      </w:r>
      <w:r w:rsidR="00E878BB">
        <w:t xml:space="preserve"> </w:t>
      </w:r>
      <w:r w:rsidR="00E878BB" w:rsidRPr="00E878BB">
        <w:t>(1.276 mm)</w:t>
      </w:r>
      <w:r w:rsidRPr="00BF78E6">
        <w:t xml:space="preserve"> und einem maximalen </w:t>
      </w:r>
      <w:r w:rsidR="00FB13D3">
        <w:t xml:space="preserve">Betriebsgewicht von 9,702 </w:t>
      </w:r>
      <w:proofErr w:type="spellStart"/>
      <w:r w:rsidR="00FB13D3">
        <w:t>lbs</w:t>
      </w:r>
      <w:proofErr w:type="spellEnd"/>
      <w:r w:rsidR="00E878BB">
        <w:t xml:space="preserve"> </w:t>
      </w:r>
      <w:r w:rsidR="00E878BB" w:rsidRPr="00E878BB">
        <w:t>(4.400 kg)</w:t>
      </w:r>
      <w:r w:rsidR="00FB13D3">
        <w:t>.</w:t>
      </w:r>
      <w:r w:rsidR="00BD25D1" w:rsidRPr="00BF78E6">
        <w:t xml:space="preserve"> </w:t>
      </w:r>
    </w:p>
    <w:p w14:paraId="1482E7AB" w14:textId="77777777" w:rsidR="00BF78E6" w:rsidRDefault="00BF78E6" w:rsidP="006C0C87">
      <w:pPr>
        <w:pStyle w:val="Note"/>
        <w:rPr>
          <w:i w:val="0"/>
        </w:rPr>
      </w:pPr>
    </w:p>
    <w:p w14:paraId="74D78CB5" w14:textId="77777777" w:rsidR="00BF78E6" w:rsidRDefault="00BF78E6" w:rsidP="006C0C87">
      <w:pPr>
        <w:pStyle w:val="Note"/>
        <w:rPr>
          <w:i w:val="0"/>
        </w:rPr>
      </w:pPr>
    </w:p>
    <w:p w14:paraId="260A13E6" w14:textId="77777777" w:rsidR="00BF78E6" w:rsidRDefault="00BF78E6" w:rsidP="006C0C87">
      <w:pPr>
        <w:pStyle w:val="Note"/>
        <w:rPr>
          <w:i w:val="0"/>
        </w:rPr>
      </w:pPr>
    </w:p>
    <w:p w14:paraId="5E814693" w14:textId="77777777" w:rsidR="00CE34A1" w:rsidRDefault="00CE34A1" w:rsidP="006C0C87">
      <w:pPr>
        <w:pStyle w:val="Note"/>
        <w:rPr>
          <w:lang w:eastAsia="de-DE"/>
        </w:rPr>
      </w:pPr>
    </w:p>
    <w:p w14:paraId="28DB8611" w14:textId="77777777" w:rsidR="004452EE" w:rsidRPr="00743513" w:rsidRDefault="004452EE" w:rsidP="004452EE">
      <w:pPr>
        <w:pStyle w:val="Text"/>
        <w:rPr>
          <w:szCs w:val="22"/>
        </w:rPr>
      </w:pPr>
      <w:r w:rsidRPr="00743513">
        <w:rPr>
          <w:i/>
          <w:szCs w:val="22"/>
          <w:u w:val="single"/>
        </w:rPr>
        <w:t>Hinweis:</w:t>
      </w:r>
      <w:r w:rsidRPr="00743513">
        <w:rPr>
          <w:i/>
          <w:szCs w:val="22"/>
        </w:rPr>
        <w:t xml:space="preserve"> Diese Fotos dienen lediglich der Voransicht. Für den Abdruck in den Publikationen nutzen Sie bitte die Fotos in 300 dpi-Auflösung, die auf den Webseiten der </w:t>
      </w:r>
      <w:proofErr w:type="spellStart"/>
      <w:r w:rsidRPr="00743513">
        <w:rPr>
          <w:i/>
          <w:szCs w:val="22"/>
        </w:rPr>
        <w:t>Wirtgen</w:t>
      </w:r>
      <w:proofErr w:type="spellEnd"/>
      <w:r w:rsidRPr="00743513">
        <w:rPr>
          <w:i/>
          <w:szCs w:val="22"/>
        </w:rPr>
        <w:t xml:space="preserve"> Group als Download zur Verfügung stehen.</w:t>
      </w:r>
    </w:p>
    <w:p w14:paraId="08B2FD8A" w14:textId="77777777" w:rsidR="004452EE" w:rsidRPr="00743513" w:rsidRDefault="004452EE" w:rsidP="004452EE">
      <w:pPr>
        <w:pStyle w:val="Text"/>
        <w:rPr>
          <w:szCs w:val="22"/>
        </w:rPr>
      </w:pPr>
    </w:p>
    <w:p w14:paraId="55B555EC" w14:textId="77777777" w:rsidR="004452EE" w:rsidRPr="00743513" w:rsidRDefault="004452EE" w:rsidP="004452EE">
      <w:pPr>
        <w:pStyle w:val="Text"/>
        <w:rPr>
          <w:szCs w:val="22"/>
        </w:rPr>
      </w:pPr>
    </w:p>
    <w:tbl>
      <w:tblPr>
        <w:tblStyle w:val="Basic"/>
        <w:tblW w:w="0" w:type="auto"/>
        <w:tblLook w:val="04A0" w:firstRow="1" w:lastRow="0" w:firstColumn="1" w:lastColumn="0" w:noHBand="0" w:noVBand="1"/>
      </w:tblPr>
      <w:tblGrid>
        <w:gridCol w:w="4778"/>
        <w:gridCol w:w="4746"/>
      </w:tblGrid>
      <w:tr w:rsidR="004452EE" w:rsidRPr="00743513" w14:paraId="1B7EF380"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28AE20D1" w14:textId="77777777" w:rsidR="004452EE" w:rsidRPr="00743513" w:rsidRDefault="004452EE" w:rsidP="00386664">
            <w:pPr>
              <w:pStyle w:val="HeadlineKontakte"/>
              <w:rPr>
                <w:rFonts w:eastAsia="Calibri"/>
                <w:caps w:val="0"/>
                <w:szCs w:val="22"/>
              </w:rPr>
            </w:pPr>
            <w:r w:rsidRPr="00743513">
              <w:rPr>
                <w:rFonts w:eastAsia="Calibri"/>
                <w:caps w:val="0"/>
                <w:szCs w:val="22"/>
              </w:rPr>
              <w:t xml:space="preserve">Weitere Informationen </w:t>
            </w:r>
          </w:p>
          <w:p w14:paraId="3B2DC2D9" w14:textId="77777777" w:rsidR="004452EE" w:rsidRPr="00743513" w:rsidRDefault="004452EE" w:rsidP="00386664">
            <w:pPr>
              <w:pStyle w:val="HeadlineKontakte"/>
              <w:rPr>
                <w:szCs w:val="22"/>
              </w:rPr>
            </w:pPr>
            <w:r w:rsidRPr="00743513">
              <w:rPr>
                <w:rFonts w:eastAsia="Calibri"/>
                <w:caps w:val="0"/>
                <w:szCs w:val="22"/>
              </w:rPr>
              <w:t>erhalten Sie bei</w:t>
            </w:r>
            <w:r w:rsidRPr="00743513">
              <w:rPr>
                <w:szCs w:val="22"/>
              </w:rPr>
              <w:t>:</w:t>
            </w:r>
          </w:p>
          <w:p w14:paraId="6598DF43" w14:textId="77777777" w:rsidR="004452EE" w:rsidRPr="00743513" w:rsidRDefault="004452EE" w:rsidP="00386664">
            <w:pPr>
              <w:pStyle w:val="Text"/>
              <w:rPr>
                <w:szCs w:val="22"/>
              </w:rPr>
            </w:pPr>
            <w:r w:rsidRPr="00743513">
              <w:rPr>
                <w:szCs w:val="22"/>
              </w:rPr>
              <w:t>WIRTGEN GROUP</w:t>
            </w:r>
          </w:p>
          <w:p w14:paraId="34BA04C7" w14:textId="77777777" w:rsidR="004452EE" w:rsidRPr="00743513" w:rsidRDefault="004452EE" w:rsidP="00386664">
            <w:pPr>
              <w:pStyle w:val="Text"/>
              <w:rPr>
                <w:szCs w:val="22"/>
              </w:rPr>
            </w:pPr>
            <w:r w:rsidRPr="00743513">
              <w:rPr>
                <w:szCs w:val="22"/>
              </w:rPr>
              <w:t>Public Relations</w:t>
            </w:r>
          </w:p>
          <w:p w14:paraId="5F560E4C" w14:textId="77777777" w:rsidR="004452EE" w:rsidRPr="00743513" w:rsidRDefault="004452EE" w:rsidP="00386664">
            <w:pPr>
              <w:pStyle w:val="Text"/>
              <w:rPr>
                <w:szCs w:val="22"/>
              </w:rPr>
            </w:pPr>
            <w:r w:rsidRPr="00743513">
              <w:rPr>
                <w:szCs w:val="22"/>
              </w:rPr>
              <w:t>Reinhard-Wirtgen-Straße 2</w:t>
            </w:r>
          </w:p>
          <w:p w14:paraId="036F68CF" w14:textId="77777777" w:rsidR="004452EE" w:rsidRPr="00743513" w:rsidRDefault="004452EE" w:rsidP="00386664">
            <w:pPr>
              <w:pStyle w:val="Text"/>
              <w:rPr>
                <w:szCs w:val="22"/>
              </w:rPr>
            </w:pPr>
            <w:r w:rsidRPr="00743513">
              <w:rPr>
                <w:szCs w:val="22"/>
              </w:rPr>
              <w:t xml:space="preserve">53578 </w:t>
            </w:r>
            <w:proofErr w:type="spellStart"/>
            <w:r w:rsidRPr="00743513">
              <w:rPr>
                <w:szCs w:val="22"/>
              </w:rPr>
              <w:t>Windhagen</w:t>
            </w:r>
            <w:proofErr w:type="spellEnd"/>
          </w:p>
          <w:p w14:paraId="64146F97" w14:textId="77777777" w:rsidR="004452EE" w:rsidRPr="00743513" w:rsidRDefault="004452EE" w:rsidP="00386664">
            <w:pPr>
              <w:pStyle w:val="Text"/>
              <w:rPr>
                <w:szCs w:val="22"/>
              </w:rPr>
            </w:pPr>
            <w:r w:rsidRPr="00743513">
              <w:rPr>
                <w:szCs w:val="22"/>
              </w:rPr>
              <w:t>Deutschland</w:t>
            </w:r>
          </w:p>
          <w:p w14:paraId="7F09DC01" w14:textId="77777777" w:rsidR="004452EE" w:rsidRPr="00743513" w:rsidRDefault="004452EE" w:rsidP="00386664">
            <w:pPr>
              <w:pStyle w:val="Text"/>
              <w:rPr>
                <w:szCs w:val="22"/>
              </w:rPr>
            </w:pPr>
          </w:p>
          <w:p w14:paraId="3849FEA3" w14:textId="77777777" w:rsidR="004452EE" w:rsidRPr="00743513" w:rsidRDefault="004452EE" w:rsidP="00386664">
            <w:pPr>
              <w:pStyle w:val="Text"/>
              <w:rPr>
                <w:szCs w:val="22"/>
              </w:rPr>
            </w:pPr>
            <w:r w:rsidRPr="00743513">
              <w:rPr>
                <w:szCs w:val="22"/>
              </w:rPr>
              <w:t xml:space="preserve">Telefon: +49 (0) 2645 131 – 1966 </w:t>
            </w:r>
          </w:p>
          <w:p w14:paraId="09BA78D4" w14:textId="77777777" w:rsidR="004452EE" w:rsidRPr="00743513" w:rsidRDefault="004452EE" w:rsidP="00386664">
            <w:pPr>
              <w:pStyle w:val="Text"/>
              <w:rPr>
                <w:szCs w:val="22"/>
              </w:rPr>
            </w:pPr>
            <w:r w:rsidRPr="00743513">
              <w:rPr>
                <w:szCs w:val="22"/>
              </w:rPr>
              <w:t>Telefax: +49 (0) 2645 131 – 499</w:t>
            </w:r>
          </w:p>
          <w:p w14:paraId="51BA06AD" w14:textId="77777777" w:rsidR="004452EE" w:rsidRPr="00743513" w:rsidRDefault="004452EE" w:rsidP="00386664">
            <w:pPr>
              <w:pStyle w:val="Text"/>
              <w:rPr>
                <w:szCs w:val="22"/>
              </w:rPr>
            </w:pPr>
            <w:r w:rsidRPr="00743513">
              <w:rPr>
                <w:szCs w:val="22"/>
              </w:rPr>
              <w:t>E-Mail: PR@wirtgen-group.com</w:t>
            </w:r>
          </w:p>
          <w:p w14:paraId="689EF463" w14:textId="77777777" w:rsidR="004452EE" w:rsidRPr="00743513" w:rsidRDefault="004452EE" w:rsidP="00386664">
            <w:pPr>
              <w:pStyle w:val="Text"/>
              <w:rPr>
                <w:szCs w:val="22"/>
              </w:rPr>
            </w:pPr>
            <w:r w:rsidRPr="00743513">
              <w:rPr>
                <w:szCs w:val="22"/>
                <w:lang w:val="en-US"/>
              </w:rPr>
              <w:t>www.wirtgen-group.com</w:t>
            </w:r>
          </w:p>
        </w:tc>
        <w:tc>
          <w:tcPr>
            <w:tcW w:w="4832" w:type="dxa"/>
            <w:tcBorders>
              <w:top w:val="nil"/>
              <w:left w:val="single" w:sz="48" w:space="0" w:color="FFFFFF" w:themeColor="background1"/>
              <w:bottom w:val="nil"/>
              <w:right w:val="nil"/>
            </w:tcBorders>
          </w:tcPr>
          <w:p w14:paraId="35125621" w14:textId="77777777" w:rsidR="004452EE" w:rsidRPr="00743513" w:rsidRDefault="004452EE" w:rsidP="00386664">
            <w:pPr>
              <w:pStyle w:val="Text"/>
              <w:rPr>
                <w:szCs w:val="22"/>
              </w:rPr>
            </w:pPr>
          </w:p>
        </w:tc>
      </w:tr>
    </w:tbl>
    <w:p w14:paraId="3D604A55" w14:textId="66DC349E" w:rsidR="00F048D4" w:rsidRPr="00F74540" w:rsidRDefault="00F048D4" w:rsidP="004452EE">
      <w:pPr>
        <w:pStyle w:val="Note"/>
      </w:pP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FB13D3" w:rsidRDefault="00FB13D3" w:rsidP="00E55534">
      <w:r>
        <w:separator/>
      </w:r>
    </w:p>
  </w:endnote>
  <w:endnote w:type="continuationSeparator" w:id="0">
    <w:p w14:paraId="6447E3E1" w14:textId="77777777" w:rsidR="00FB13D3" w:rsidRDefault="00FB13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DCECF" w14:textId="77777777" w:rsidR="00E878BB" w:rsidRDefault="00E878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B13D3" w:rsidRPr="00723F4F" w14:paraId="09CC4821" w14:textId="77777777" w:rsidTr="00723F4F">
      <w:trPr>
        <w:trHeight w:hRule="exact" w:val="227"/>
      </w:trPr>
      <w:tc>
        <w:tcPr>
          <w:tcW w:w="8364" w:type="dxa"/>
          <w:shd w:val="clear" w:color="auto" w:fill="auto"/>
        </w:tcPr>
        <w:p w14:paraId="76C581C2" w14:textId="77777777" w:rsidR="00FB13D3" w:rsidRPr="00723F4F" w:rsidRDefault="00FB13D3"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5DEA22D5" w:rsidR="00FB13D3" w:rsidRPr="00723F4F" w:rsidRDefault="00FB13D3"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4452EE">
            <w:rPr>
              <w:noProof/>
              <w:szCs w:val="20"/>
            </w:rPr>
            <w:t>03</w:t>
          </w:r>
          <w:r w:rsidRPr="00723F4F">
            <w:rPr>
              <w:szCs w:val="20"/>
            </w:rPr>
            <w:fldChar w:fldCharType="end"/>
          </w:r>
        </w:p>
      </w:tc>
    </w:tr>
  </w:tbl>
  <w:p w14:paraId="7CF7D2C8" w14:textId="77777777" w:rsidR="00FB13D3" w:rsidRDefault="00FB13D3">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B13D3" w:rsidRPr="00723F4F" w14:paraId="7F336EBB" w14:textId="77777777" w:rsidTr="00723F4F">
      <w:tc>
        <w:tcPr>
          <w:tcW w:w="9664" w:type="dxa"/>
          <w:shd w:val="clear" w:color="auto" w:fill="auto"/>
        </w:tcPr>
        <w:p w14:paraId="319012F1" w14:textId="77777777" w:rsidR="00FB13D3" w:rsidRPr="00723F4F" w:rsidRDefault="00FB13D3"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FB13D3" w:rsidRDefault="00FB13D3">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FB13D3" w:rsidRDefault="00FB13D3" w:rsidP="00E55534">
      <w:r>
        <w:separator/>
      </w:r>
    </w:p>
  </w:footnote>
  <w:footnote w:type="continuationSeparator" w:id="0">
    <w:p w14:paraId="3409E70A" w14:textId="77777777" w:rsidR="00FB13D3" w:rsidRDefault="00FB13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836D6" w14:textId="25F0751B" w:rsidR="00E878BB" w:rsidRDefault="00E878BB">
    <w:pPr>
      <w:pStyle w:val="Kopfzeile"/>
    </w:pPr>
    <w:r>
      <w:rPr>
        <w:noProof/>
        <w:lang w:eastAsia="de-DE"/>
      </w:rPr>
      <mc:AlternateContent>
        <mc:Choice Requires="wps">
          <w:drawing>
            <wp:anchor distT="0" distB="0" distL="0" distR="0" simplePos="0" relativeHeight="251662336" behindDoc="0" locked="0" layoutInCell="1" allowOverlap="1" wp14:anchorId="14C941A3" wp14:editId="63B509A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D28AE" w14:textId="0E6E4DF1"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C941A3"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textbox style="mso-fit-shape-to-text:t" inset="0,0,15pt,0">
                <w:txbxContent>
                  <w:p w14:paraId="1BDD28AE" w14:textId="0E6E4DF1"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589F75DF" w:rsidR="00FB13D3" w:rsidRPr="00533132" w:rsidRDefault="00E878BB" w:rsidP="00533132">
    <w:pPr>
      <w:pStyle w:val="Kopfzeile"/>
    </w:pPr>
    <w:r>
      <w:rPr>
        <w:noProof/>
        <w:lang w:eastAsia="de-DE"/>
      </w:rPr>
      <mc:AlternateContent>
        <mc:Choice Requires="wps">
          <w:drawing>
            <wp:anchor distT="0" distB="0" distL="0" distR="0" simplePos="0" relativeHeight="251663360" behindDoc="0" locked="0" layoutInCell="1" allowOverlap="1" wp14:anchorId="7879C9AB" wp14:editId="4DC1172D">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054325" w14:textId="52EDBD41"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79C9AB"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textbox style="mso-fit-shape-to-text:t" inset="0,0,15pt,0">
                <w:txbxContent>
                  <w:p w14:paraId="46054325" w14:textId="52EDBD41"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v:textbox>
              <w10:wrap type="square" anchorx="margin"/>
            </v:shape>
          </w:pict>
        </mc:Fallback>
      </mc:AlternateContent>
    </w:r>
    <w:r w:rsidR="00FB13D3">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0C573FB9" w:rsidR="00FB13D3" w:rsidRDefault="00E878BB">
    <w:pPr>
      <w:pStyle w:val="Kopfzeile"/>
    </w:pPr>
    <w:r>
      <w:rPr>
        <w:noProof/>
        <w:lang w:eastAsia="de-DE"/>
      </w:rPr>
      <mc:AlternateContent>
        <mc:Choice Requires="wps">
          <w:drawing>
            <wp:anchor distT="0" distB="0" distL="0" distR="0" simplePos="0" relativeHeight="251661312" behindDoc="0" locked="0" layoutInCell="1" allowOverlap="1" wp14:anchorId="0A345981" wp14:editId="3E70D451">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BD8C94" w14:textId="1AC6FAE9"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A345981"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78BD8C94" w14:textId="1AC6FAE9" w:rsidR="00E878BB" w:rsidRPr="00E878BB" w:rsidRDefault="00E878BB">
                    <w:pPr>
                      <w:rPr>
                        <w:rFonts w:ascii="Calibri" w:eastAsia="Calibri" w:hAnsi="Calibri" w:cs="Calibri"/>
                        <w:color w:val="FF0000"/>
                        <w:sz w:val="20"/>
                        <w:szCs w:val="20"/>
                      </w:rPr>
                    </w:pPr>
                    <w:r w:rsidRPr="00E878BB">
                      <w:rPr>
                        <w:rFonts w:ascii="Calibri" w:eastAsia="Calibri" w:hAnsi="Calibri" w:cs="Calibri"/>
                        <w:color w:val="FF0000"/>
                        <w:sz w:val="20"/>
                        <w:szCs w:val="20"/>
                      </w:rPr>
                      <w:t>Public</w:t>
                    </w:r>
                  </w:p>
                </w:txbxContent>
              </v:textbox>
              <w10:wrap type="square" anchorx="margin"/>
            </v:shape>
          </w:pict>
        </mc:Fallback>
      </mc:AlternateContent>
    </w:r>
    <w:r w:rsidR="00FB13D3">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FB13D3">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13D3">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241FA"/>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70DE9"/>
    <w:rsid w:val="00282AFC"/>
    <w:rsid w:val="00286C15"/>
    <w:rsid w:val="0029634D"/>
    <w:rsid w:val="002C7542"/>
    <w:rsid w:val="002D065C"/>
    <w:rsid w:val="002D0780"/>
    <w:rsid w:val="002D2766"/>
    <w:rsid w:val="002D2EE5"/>
    <w:rsid w:val="002D63E6"/>
    <w:rsid w:val="002E765F"/>
    <w:rsid w:val="002E7E4E"/>
    <w:rsid w:val="002F108B"/>
    <w:rsid w:val="002F5818"/>
    <w:rsid w:val="002F70FD"/>
    <w:rsid w:val="0030316D"/>
    <w:rsid w:val="0032774C"/>
    <w:rsid w:val="00332D28"/>
    <w:rsid w:val="0034191A"/>
    <w:rsid w:val="00343CC7"/>
    <w:rsid w:val="00347A28"/>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452EE"/>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F1F"/>
    <w:rsid w:val="00623B37"/>
    <w:rsid w:val="006330A2"/>
    <w:rsid w:val="00642EB6"/>
    <w:rsid w:val="006433E2"/>
    <w:rsid w:val="00644447"/>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534F"/>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0D46"/>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BF78E6"/>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E34A1"/>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878BB"/>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13D3"/>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2F3D4-7B4D-441F-AF54-0E2EF90A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760</Words>
  <Characters>4793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5542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13</cp:revision>
  <cp:lastPrinted>2021-10-28T15:19:00Z</cp:lastPrinted>
  <dcterms:created xsi:type="dcterms:W3CDTF">2022-01-13T14:42:00Z</dcterms:created>
  <dcterms:modified xsi:type="dcterms:W3CDTF">2022-02-28T08:02:00Z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2022-02-22T10:04:24Z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7ce4f1c7-8ff9-4dae-acfe-5035db1ff579</vt:lpwstr>
  </property>
  <property fmtid="{D5CDD505-2E9C-101B-9397-08002B2CF9AE}" pid="11" name="MSIP_Label_df1a195f-122b-42dc-a2d3-71a1903dcdac_ContentBits">
    <vt:lpwstr>1</vt:lpwstr>
  </property>
</Properties>
</file>